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849C3EA" w14:textId="77777777" w:rsidR="00FB5BC0" w:rsidRPr="00167338" w:rsidRDefault="008B1A2C" w:rsidP="00B87D91">
      <w:pPr>
        <w:rPr>
          <w:b/>
          <w:color w:val="FF0000"/>
          <w:sz w:val="36"/>
          <w:szCs w:val="36"/>
        </w:rPr>
      </w:pPr>
      <w:r w:rsidRPr="00167338">
        <w:rPr>
          <w:b/>
          <w:color w:val="FF0000"/>
          <w:sz w:val="36"/>
          <w:szCs w:val="36"/>
        </w:rPr>
        <w:t>Krycí list nabídky</w:t>
      </w:r>
      <w:r w:rsidR="0031280B" w:rsidRPr="00167338">
        <w:rPr>
          <w:b/>
          <w:color w:val="FF0000"/>
          <w:sz w:val="36"/>
          <w:szCs w:val="36"/>
        </w:rPr>
        <w:t xml:space="preserve"> k veřejné zakázce s názvem „</w:t>
      </w:r>
      <w:r w:rsidR="00FB5BC0" w:rsidRPr="00167338">
        <w:rPr>
          <w:b/>
          <w:color w:val="FF0000"/>
          <w:sz w:val="36"/>
          <w:szCs w:val="36"/>
        </w:rPr>
        <w:t>Dodávka vleků pro přepravu techniky a nákladu za OA</w:t>
      </w:r>
      <w:r w:rsidR="0031280B" w:rsidRPr="00167338">
        <w:rPr>
          <w:b/>
          <w:color w:val="FF0000"/>
          <w:sz w:val="36"/>
          <w:szCs w:val="36"/>
        </w:rPr>
        <w:t>“</w:t>
      </w:r>
      <w:r w:rsidR="000128D4" w:rsidRPr="00167338">
        <w:rPr>
          <w:b/>
          <w:color w:val="FF0000"/>
          <w:sz w:val="36"/>
          <w:szCs w:val="36"/>
        </w:rPr>
        <w:t xml:space="preserve"> </w:t>
      </w:r>
    </w:p>
    <w:p w14:paraId="523FE11F" w14:textId="4E2D003F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167338">
        <w:rPr>
          <w:b/>
          <w:color w:val="FF5200" w:themeColor="accent2"/>
          <w:sz w:val="36"/>
          <w:szCs w:val="36"/>
        </w:rPr>
        <w:t xml:space="preserve">vedené pod </w:t>
      </w:r>
      <w:r w:rsidR="00167338" w:rsidRPr="001673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 j.</w:t>
      </w:r>
      <w:r w:rsidRPr="001673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B5B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(</w:t>
      </w:r>
      <w:r w:rsidR="00701E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10502</w:t>
      </w:r>
      <w:r w:rsidR="00FB5B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4A70B9F" w14:textId="77777777" w:rsidR="00DE7AB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775B60A" w14:textId="578ECFE4" w:rsidR="00DE7AB1" w:rsidRDefault="00701EC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7416" w:history="1">
            <w:r w:rsidR="00DE7AB1" w:rsidRPr="00F34B8A">
              <w:rPr>
                <w:rStyle w:val="Hypertextovodkaz"/>
                <w:noProof/>
              </w:rPr>
              <w:t>Kapitola 1.</w:t>
            </w:r>
            <w:r w:rsidR="00DE7A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E7AB1" w:rsidRPr="00F34B8A">
              <w:rPr>
                <w:rStyle w:val="Hypertextovodkaz"/>
                <w:noProof/>
              </w:rPr>
              <w:t>Základní údaje k nabídce</w:t>
            </w:r>
            <w:r w:rsidR="00DE7AB1">
              <w:rPr>
                <w:noProof/>
                <w:webHidden/>
              </w:rPr>
              <w:tab/>
            </w:r>
            <w:r w:rsidR="00DE7AB1">
              <w:rPr>
                <w:noProof/>
                <w:webHidden/>
              </w:rPr>
              <w:fldChar w:fldCharType="begin"/>
            </w:r>
            <w:r w:rsidR="00DE7AB1">
              <w:rPr>
                <w:noProof/>
                <w:webHidden/>
              </w:rPr>
              <w:instrText xml:space="preserve"> PAGEREF _Toc73097416 \h </w:instrText>
            </w:r>
            <w:r w:rsidR="00DE7AB1">
              <w:rPr>
                <w:noProof/>
                <w:webHidden/>
              </w:rPr>
            </w:r>
            <w:r w:rsidR="00DE7AB1">
              <w:rPr>
                <w:noProof/>
                <w:webHidden/>
              </w:rPr>
              <w:fldChar w:fldCharType="separate"/>
            </w:r>
            <w:r w:rsidR="00DE7AB1">
              <w:rPr>
                <w:noProof/>
                <w:webHidden/>
              </w:rPr>
              <w:t>2</w:t>
            </w:r>
            <w:r w:rsidR="00DE7AB1">
              <w:rPr>
                <w:noProof/>
                <w:webHidden/>
              </w:rPr>
              <w:fldChar w:fldCharType="end"/>
            </w:r>
          </w:hyperlink>
        </w:p>
        <w:p w14:paraId="59D59152" w14:textId="4183D099" w:rsidR="00DE7AB1" w:rsidRDefault="00701EC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7417" w:history="1">
            <w:r w:rsidR="00DE7AB1" w:rsidRPr="00F34B8A">
              <w:rPr>
                <w:rStyle w:val="Hypertextovodkaz"/>
                <w:noProof/>
              </w:rPr>
              <w:t>Kapitola 2.</w:t>
            </w:r>
            <w:r w:rsidR="00DE7A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E7AB1" w:rsidRPr="00F34B8A">
              <w:rPr>
                <w:rStyle w:val="Hypertextovodkaz"/>
                <w:noProof/>
              </w:rPr>
              <w:t>Čestné prohlášení o splnění základní způsobilosti</w:t>
            </w:r>
            <w:r w:rsidR="00DE7AB1">
              <w:rPr>
                <w:noProof/>
                <w:webHidden/>
              </w:rPr>
              <w:tab/>
            </w:r>
            <w:r w:rsidR="00DE7AB1">
              <w:rPr>
                <w:noProof/>
                <w:webHidden/>
              </w:rPr>
              <w:fldChar w:fldCharType="begin"/>
            </w:r>
            <w:r w:rsidR="00DE7AB1">
              <w:rPr>
                <w:noProof/>
                <w:webHidden/>
              </w:rPr>
              <w:instrText xml:space="preserve"> PAGEREF _Toc73097417 \h </w:instrText>
            </w:r>
            <w:r w:rsidR="00DE7AB1">
              <w:rPr>
                <w:noProof/>
                <w:webHidden/>
              </w:rPr>
            </w:r>
            <w:r w:rsidR="00DE7AB1">
              <w:rPr>
                <w:noProof/>
                <w:webHidden/>
              </w:rPr>
              <w:fldChar w:fldCharType="separate"/>
            </w:r>
            <w:r w:rsidR="00DE7AB1">
              <w:rPr>
                <w:noProof/>
                <w:webHidden/>
              </w:rPr>
              <w:t>3</w:t>
            </w:r>
            <w:r w:rsidR="00DE7AB1">
              <w:rPr>
                <w:noProof/>
                <w:webHidden/>
              </w:rPr>
              <w:fldChar w:fldCharType="end"/>
            </w:r>
          </w:hyperlink>
        </w:p>
        <w:p w14:paraId="7134E202" w14:textId="36094587" w:rsidR="00DE7AB1" w:rsidRDefault="00701EC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97418" w:history="1">
            <w:r w:rsidR="00DE7AB1" w:rsidRPr="00F34B8A">
              <w:rPr>
                <w:rStyle w:val="Hypertextovodkaz"/>
                <w:noProof/>
              </w:rPr>
              <w:t>Kapitola 3.</w:t>
            </w:r>
            <w:r w:rsidR="00DE7AB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E7AB1" w:rsidRPr="00F34B8A">
              <w:rPr>
                <w:rStyle w:val="Hypertextovodkaz"/>
                <w:noProof/>
              </w:rPr>
              <w:t>Čestné prohlášení účastníka k neuzavření zakázaných dohod</w:t>
            </w:r>
            <w:r w:rsidR="00DE7AB1">
              <w:rPr>
                <w:noProof/>
                <w:webHidden/>
              </w:rPr>
              <w:tab/>
            </w:r>
            <w:r w:rsidR="00DE7AB1">
              <w:rPr>
                <w:noProof/>
                <w:webHidden/>
              </w:rPr>
              <w:fldChar w:fldCharType="begin"/>
            </w:r>
            <w:r w:rsidR="00DE7AB1">
              <w:rPr>
                <w:noProof/>
                <w:webHidden/>
              </w:rPr>
              <w:instrText xml:space="preserve"> PAGEREF _Toc73097418 \h </w:instrText>
            </w:r>
            <w:r w:rsidR="00DE7AB1">
              <w:rPr>
                <w:noProof/>
                <w:webHidden/>
              </w:rPr>
            </w:r>
            <w:r w:rsidR="00DE7AB1">
              <w:rPr>
                <w:noProof/>
                <w:webHidden/>
              </w:rPr>
              <w:fldChar w:fldCharType="separate"/>
            </w:r>
            <w:r w:rsidR="00DE7AB1">
              <w:rPr>
                <w:noProof/>
                <w:webHidden/>
              </w:rPr>
              <w:t>4</w:t>
            </w:r>
            <w:r w:rsidR="00DE7AB1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309741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2E0BEDA1" w14:textId="3F87D9FF" w:rsidR="00FB5BC0" w:rsidRPr="004E1498" w:rsidRDefault="00FB5BC0" w:rsidP="00FB5BC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1AA7FBF4" w14:textId="51B5C2CF" w:rsidR="00FB5BC0" w:rsidRDefault="00FB5BC0" w:rsidP="00FB5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Železničářská 1386/3</w:t>
      </w:r>
      <w:r w:rsidR="00483850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, </w:t>
      </w:r>
      <w:r w:rsidRPr="00071E9D">
        <w:rPr>
          <w:rFonts w:eastAsia="Times New Roman" w:cs="Times New Roman"/>
          <w:lang w:eastAsia="cs-CZ"/>
        </w:rPr>
        <w:t>400 03 Ústí nad Labem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C3573A9" w:rsidR="00A93A74" w:rsidRDefault="00A93A74" w:rsidP="008B1A2C">
      <w:r w:rsidRPr="00FB5BC0">
        <w:t xml:space="preserve">Účastník prohlašuje, že veškeré údaje uvedené v tomto krycím listu, který je přílohou č. </w:t>
      </w:r>
      <w:r w:rsidR="00B87D91" w:rsidRPr="00FB5BC0">
        <w:t xml:space="preserve">1 </w:t>
      </w:r>
      <w:r w:rsidRPr="00FB5BC0">
        <w:t>Výzvy k podání nabíd</w:t>
      </w:r>
      <w:r w:rsidR="004C76E9" w:rsidRPr="00FB5BC0">
        <w:t>ky</w:t>
      </w:r>
      <w:r w:rsidRPr="00FB5BC0">
        <w:t xml:space="preserve"> na veřejnou zakázku zadávanou</w:t>
      </w:r>
      <w:r w:rsidR="004C76E9" w:rsidRPr="00FB5BC0">
        <w:t xml:space="preserve"> jako </w:t>
      </w:r>
      <w:r w:rsidR="000128D4" w:rsidRPr="00FB5BC0">
        <w:rPr>
          <w:rFonts w:eastAsia="Times New Roman" w:cs="Times New Roman"/>
          <w:lang w:eastAsia="cs-CZ"/>
        </w:rPr>
        <w:t>podlimitní sektorovou veřejnou zakázku</w:t>
      </w:r>
      <w:r w:rsidRPr="00FB5BC0">
        <w:t>, jsou pravdivé</w:t>
      </w:r>
      <w:r w:rsidR="009771C9" w:rsidRPr="00FB5BC0">
        <w:t>, úplné a odpovídají skutečnosti</w:t>
      </w:r>
      <w:r w:rsidRPr="00FB5BC0">
        <w:t xml:space="preserve">. Účastník si je vědom důsledků záměrného uvedení nepravdivých údajů, které v rovině tohoto zadávacího řízení </w:t>
      </w:r>
      <w:r w:rsidR="009771C9" w:rsidRPr="00FB5BC0">
        <w:t>mohou vést až k</w:t>
      </w:r>
      <w:r w:rsidRPr="00FB5BC0">
        <w:t xml:space="preserve"> vyloučení Účastníka ze zadávacího řízení.</w:t>
      </w:r>
    </w:p>
    <w:p w14:paraId="5197F617" w14:textId="77777777" w:rsidR="00C228EE" w:rsidRPr="00701EC6" w:rsidRDefault="00C228EE" w:rsidP="008B1A2C">
      <w:r w:rsidRPr="00701EC6">
        <w:rPr>
          <w:b/>
        </w:rPr>
        <w:t>ÚDAJE PRO POTŘEBY HODNOCENÍ</w:t>
      </w:r>
      <w:r w:rsidRPr="00701EC6">
        <w:t>:</w:t>
      </w:r>
    </w:p>
    <w:p w14:paraId="4755B185" w14:textId="77777777" w:rsidR="00DE7AB1" w:rsidRDefault="00DE7AB1" w:rsidP="00DE7AB1">
      <w:r w:rsidRPr="00701EC6">
        <w:t>Celková nabídková cena v Kč bez DPH:</w:t>
      </w:r>
      <w:r>
        <w:tab/>
      </w:r>
      <w:r>
        <w:tab/>
      </w:r>
      <w:r w:rsidRPr="006621E8">
        <w:rPr>
          <w:highlight w:val="green"/>
        </w:rPr>
        <w:t>[</w:t>
      </w:r>
      <w:r w:rsidRPr="00483850">
        <w:rPr>
          <w:b/>
          <w:highlight w:val="green"/>
        </w:rPr>
        <w:t>VLOŽÍ ÚČASTNÍK</w:t>
      </w:r>
      <w:r w:rsidRPr="006621E8">
        <w:rPr>
          <w:highlight w:val="green"/>
        </w:rPr>
        <w:t>]</w:t>
      </w:r>
    </w:p>
    <w:p w14:paraId="3D882471" w14:textId="77777777" w:rsidR="00DE7AB1" w:rsidRDefault="00DE7AB1" w:rsidP="00DE7AB1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AEAD6D2" w14:textId="77777777" w:rsidR="00DE7AB1" w:rsidRDefault="00DE7AB1" w:rsidP="00DE7AB1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7FA3724E" w14:textId="77777777" w:rsidR="00DE7AB1" w:rsidRDefault="00DE7AB1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01EC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  <w:bookmarkStart w:id="1" w:name="_GoBack"/>
      <w:bookmarkEnd w:id="1"/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01EC6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309741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309741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78C86282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7817FA" w14:textId="513E4E2D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4A07E3" w14:textId="085C5C81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557FA7" w14:textId="1E5C046C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226C10" w14:textId="66D2D821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BA489F" w14:textId="08452A49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73F1D5" w14:textId="06FE714D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4D468D" w14:textId="21FABE56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64B598" w14:textId="0E46F04A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7D097E" w14:textId="2A29D705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2AAE37" w14:textId="7B661A94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7169F5F" w14:textId="50C6EDB7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A9A6922" w14:textId="67A2F8F0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3502B9" w14:textId="0FD1337E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B1167A" w14:textId="19CFFC76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14FE9A" w14:textId="4543F32C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D4B05B" w14:textId="694C7BEA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3AB366" w14:textId="3C806FFC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654DE68" w14:textId="5FC3CAEA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4C6B1D" w14:textId="19E6AC96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77A672" w14:textId="77777777" w:rsidR="00DE7AB1" w:rsidRDefault="00DE7AB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commentRangeStart w:id="4"/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  <w:commentRangeEnd w:id="4"/>
      <w:r w:rsidR="004C76E9">
        <w:rPr>
          <w:rStyle w:val="Odkaznakoment"/>
        </w:rPr>
        <w:commentReference w:id="4"/>
      </w:r>
    </w:p>
    <w:sectPr w:rsidR="00B87D91" w:rsidRPr="00F0533E" w:rsidSect="00027E55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Šorf David, Mgr." w:date="2021-01-13T13:41:00Z" w:initials="ŠDM">
    <w:p w14:paraId="3F64F144" w14:textId="32C216B5" w:rsidR="004C76E9" w:rsidRDefault="004C76E9">
      <w:pPr>
        <w:pStyle w:val="Textkomente"/>
      </w:pPr>
      <w:r>
        <w:rPr>
          <w:rStyle w:val="Odkaznakoment"/>
        </w:rPr>
        <w:annotationRef/>
      </w:r>
      <w:r w:rsidR="00487AC9">
        <w:t>Toto ne</w:t>
      </w:r>
      <w:r>
        <w:t>odmazávat, bude vždy na posledním listu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64F14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12707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9F2E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F1F8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6754E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4FC4B8E" w14:textId="77777777" w:rsidR="00FB5BC0" w:rsidRDefault="00FB5BC0" w:rsidP="00FB5BC0">
          <w:pPr>
            <w:pStyle w:val="Zpat"/>
          </w:pPr>
          <w:r>
            <w:t>Oblastní ředitelství Ústí nad Labem</w:t>
          </w:r>
        </w:p>
        <w:p w14:paraId="3DEB6479" w14:textId="77777777" w:rsidR="00FB5BC0" w:rsidRDefault="00FB5BC0" w:rsidP="00FB5BC0">
          <w:pPr>
            <w:pStyle w:val="Zpat"/>
          </w:pPr>
          <w:r>
            <w:t>Železničářská 1386/31</w:t>
          </w:r>
        </w:p>
        <w:p w14:paraId="3F9D14E1" w14:textId="0A7A404A" w:rsidR="00F1715C" w:rsidRDefault="00FB5BC0" w:rsidP="00FB5BC0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A881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1D49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C54117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EC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0EA9C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47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67338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385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60BB"/>
    <w:rsid w:val="00636ED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1EC6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E7AB1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B5BC0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302E4A0C-9D93-4C41-92A5-B34B33C5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0BB601-F1AC-47B5-9547-DF8B9992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169</TotalTime>
  <Pages>4</Pages>
  <Words>557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Koštířová Lenka</cp:lastModifiedBy>
  <cp:revision>20</cp:revision>
  <cp:lastPrinted>2017-11-28T17:18:00Z</cp:lastPrinted>
  <dcterms:created xsi:type="dcterms:W3CDTF">2020-06-29T15:29:00Z</dcterms:created>
  <dcterms:modified xsi:type="dcterms:W3CDTF">2021-06-08T12:37:00Z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